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A52086" w:rsidR="008145D7" w:rsidRDefault="008145D7" w:rsidP="00882E6D">
      <w:pPr>
        <w:spacing w:line="240" w:lineRule="auto"/>
        <w:rPr>
          <w:rFonts w:eastAsia="Calibri" w:cs="Times New Roman"/>
        </w:rPr>
      </w:pPr>
      <w:r w:rsidRPr="00B72754">
        <w:rPr>
          <w:rFonts w:eastAsia="Times New Roman" w:cs="Times New Roman"/>
          <w:lang w:eastAsia="cs-CZ"/>
        </w:rPr>
        <w:t xml:space="preserve">který podává nabídku </w:t>
      </w:r>
      <w:r w:rsidR="005F06B4" w:rsidRPr="00B72754">
        <w:t>ve výběrovém řízení na uzavření Rámcové dohody</w:t>
      </w:r>
      <w:r w:rsidRPr="00B7275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8875EE" w:rsidRPr="008875EE">
        <w:rPr>
          <w:rFonts w:ascii="Verdana" w:eastAsia="Calibri" w:hAnsi="Verdana" w:cs="Times New Roman"/>
        </w:rPr>
        <w:t>„</w:t>
      </w:r>
      <w:bookmarkStart w:id="2" w:name="_Hlk159478214"/>
      <w:bookmarkStart w:id="3" w:name="_Hlk159478259"/>
      <w:bookmarkEnd w:id="0"/>
      <w:r w:rsidR="008875EE" w:rsidRPr="008875EE">
        <w:rPr>
          <w:rFonts w:ascii="Verdana" w:eastAsia="Calibri" w:hAnsi="Verdana" w:cs="Times New Roman"/>
          <w:b/>
          <w:bCs/>
        </w:rPr>
        <w:t>Nákup a výměna pneumatik 25/26 – oblast Ostrava</w:t>
      </w:r>
      <w:bookmarkEnd w:id="2"/>
      <w:r w:rsidR="008875EE" w:rsidRPr="008875EE">
        <w:rPr>
          <w:rFonts w:ascii="Verdana" w:eastAsia="Calibri" w:hAnsi="Verdana" w:cs="Times New Roman"/>
          <w:b/>
        </w:rPr>
        <w:t xml:space="preserve">“ </w:t>
      </w:r>
      <w:bookmarkStart w:id="4" w:name="_Hlk159478204"/>
      <w:r w:rsidR="008875EE" w:rsidRPr="008875EE">
        <w:rPr>
          <w:rFonts w:ascii="Verdana" w:eastAsia="Calibri" w:hAnsi="Verdana" w:cs="Times New Roman"/>
        </w:rPr>
        <w:t>č.j. 33390/2025-SŽ-OŘ OVA-NPI</w:t>
      </w:r>
      <w:bookmarkEnd w:id="3"/>
      <w:bookmarkEnd w:id="4"/>
      <w:r w:rsidR="00335148" w:rsidRPr="004E3BAD">
        <w:rPr>
          <w:rFonts w:ascii="Verdana" w:hAnsi="Verdana"/>
        </w:rPr>
        <w:t xml:space="preserve"> </w:t>
      </w:r>
      <w:r w:rsidR="005722C6">
        <w:rPr>
          <w:rFonts w:ascii="Verdana" w:hAnsi="Verdana"/>
        </w:rPr>
        <w:br/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722C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722C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722C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22C6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875EE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6D24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2E94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A6D24"/>
    <w:rsid w:val="00B72819"/>
    <w:rsid w:val="00BE31C7"/>
    <w:rsid w:val="00C601C7"/>
    <w:rsid w:val="00E82E9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15</cp:revision>
  <cp:lastPrinted>2017-11-28T17:18:00Z</cp:lastPrinted>
  <dcterms:created xsi:type="dcterms:W3CDTF">2023-11-16T10:29:00Z</dcterms:created>
  <dcterms:modified xsi:type="dcterms:W3CDTF">2025-08-28T10:43:00Z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